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F27" w:rsidRPr="00842F52" w:rsidRDefault="00334F27" w:rsidP="00842F52">
      <w:pPr>
        <w:shd w:val="clear" w:color="auto" w:fill="FFFFFF"/>
        <w:ind w:left="-284" w:right="-91" w:firstLine="284"/>
        <w:jc w:val="center"/>
        <w:rPr>
          <w:b/>
          <w:bCs/>
          <w:spacing w:val="-1"/>
        </w:rPr>
      </w:pPr>
      <w:r w:rsidRPr="00842F52">
        <w:rPr>
          <w:b/>
          <w:bCs/>
        </w:rPr>
        <w:t xml:space="preserve">АДМИНИСТРАЦИЯ </w:t>
      </w:r>
      <w:r>
        <w:rPr>
          <w:b/>
          <w:bCs/>
        </w:rPr>
        <w:t xml:space="preserve">НОВОИЛЬИНОВСКОГО </w:t>
      </w:r>
      <w:r w:rsidRPr="00842F52">
        <w:rPr>
          <w:b/>
          <w:bCs/>
        </w:rPr>
        <w:t xml:space="preserve">СЕЛЬСКОГО ПОСЕЛЕНИЯ </w:t>
      </w:r>
      <w:r w:rsidRPr="00842F52">
        <w:rPr>
          <w:b/>
          <w:bCs/>
          <w:spacing w:val="-1"/>
        </w:rPr>
        <w:t>ПОЛТАВСКОГО МУНИЦИПАЛЬНОГО РАЙОНА ОМСКОЙ ОБЛАСТИ</w:t>
      </w:r>
    </w:p>
    <w:p w:rsidR="00334F27" w:rsidRPr="00842F52" w:rsidRDefault="00334F27" w:rsidP="00842F52">
      <w:pPr>
        <w:shd w:val="clear" w:color="auto" w:fill="FFFFFF"/>
        <w:ind w:left="-284" w:right="-91" w:firstLine="284"/>
        <w:jc w:val="center"/>
      </w:pPr>
    </w:p>
    <w:p w:rsidR="00334F27" w:rsidRPr="00842F52" w:rsidRDefault="00334F27" w:rsidP="00842F52">
      <w:pPr>
        <w:shd w:val="clear" w:color="auto" w:fill="FFFFFF"/>
        <w:ind w:left="-284" w:right="-91" w:firstLine="284"/>
        <w:jc w:val="center"/>
      </w:pPr>
    </w:p>
    <w:p w:rsidR="00334F27" w:rsidRPr="00842F52" w:rsidRDefault="00334F27" w:rsidP="00842F52">
      <w:pPr>
        <w:shd w:val="clear" w:color="auto" w:fill="FFFFFF"/>
        <w:ind w:left="-284" w:right="-91" w:firstLine="284"/>
        <w:jc w:val="center"/>
        <w:rPr>
          <w:b/>
          <w:bCs/>
          <w:spacing w:val="-1"/>
        </w:rPr>
      </w:pPr>
      <w:r w:rsidRPr="00842F52">
        <w:rPr>
          <w:b/>
          <w:bCs/>
          <w:spacing w:val="-1"/>
        </w:rPr>
        <w:t>ПОСТАНОВЛЕНИЕ</w:t>
      </w:r>
    </w:p>
    <w:p w:rsidR="00334F27" w:rsidRPr="00842F52" w:rsidRDefault="00334F27" w:rsidP="00842F52">
      <w:pPr>
        <w:shd w:val="clear" w:color="auto" w:fill="FFFFFF"/>
        <w:ind w:left="-284" w:right="-91" w:firstLine="284"/>
        <w:jc w:val="center"/>
        <w:rPr>
          <w:b/>
          <w:bCs/>
          <w:spacing w:val="-1"/>
        </w:rPr>
      </w:pPr>
    </w:p>
    <w:p w:rsidR="00334F27" w:rsidRPr="00842F52" w:rsidRDefault="00334F27" w:rsidP="00842F52">
      <w:pPr>
        <w:shd w:val="clear" w:color="auto" w:fill="FFFFFF"/>
        <w:ind w:left="-284" w:right="-91" w:firstLine="284"/>
        <w:jc w:val="center"/>
        <w:rPr>
          <w:b/>
          <w:bCs/>
          <w:spacing w:val="-1"/>
        </w:rPr>
      </w:pPr>
    </w:p>
    <w:p w:rsidR="00334F27" w:rsidRPr="00842F52" w:rsidRDefault="00334F27" w:rsidP="00842F52">
      <w:pPr>
        <w:jc w:val="both"/>
        <w:rPr>
          <w:bCs/>
        </w:rPr>
      </w:pPr>
      <w:r w:rsidRPr="00842F52">
        <w:rPr>
          <w:bCs/>
        </w:rPr>
        <w:t xml:space="preserve">от </w:t>
      </w:r>
      <w:r>
        <w:rPr>
          <w:bCs/>
        </w:rPr>
        <w:t xml:space="preserve"> 12 февраля 2018</w:t>
      </w:r>
      <w:r w:rsidRPr="00842F52">
        <w:rPr>
          <w:bCs/>
        </w:rPr>
        <w:t xml:space="preserve"> год</w:t>
      </w:r>
      <w:r>
        <w:rPr>
          <w:bCs/>
        </w:rPr>
        <w:t xml:space="preserve">а             </w:t>
      </w:r>
      <w:r w:rsidRPr="00842F52">
        <w:rPr>
          <w:bCs/>
        </w:rPr>
        <w:tab/>
      </w:r>
      <w:r w:rsidRPr="00842F52">
        <w:rPr>
          <w:bCs/>
        </w:rPr>
        <w:tab/>
      </w:r>
      <w:r w:rsidRPr="00842F52">
        <w:rPr>
          <w:bCs/>
        </w:rPr>
        <w:tab/>
        <w:t xml:space="preserve"> </w:t>
      </w:r>
      <w:r w:rsidRPr="00842F52">
        <w:rPr>
          <w:bCs/>
        </w:rPr>
        <w:tab/>
        <w:t xml:space="preserve"> </w:t>
      </w:r>
      <w:r w:rsidRPr="00842F52">
        <w:rPr>
          <w:bCs/>
        </w:rPr>
        <w:tab/>
        <w:t xml:space="preserve">                                  № </w:t>
      </w:r>
      <w:r>
        <w:rPr>
          <w:bCs/>
        </w:rPr>
        <w:t>9</w:t>
      </w:r>
    </w:p>
    <w:p w:rsidR="00334F27" w:rsidRDefault="00334F27" w:rsidP="00842F5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34F27" w:rsidRPr="00842F52" w:rsidRDefault="00334F27" w:rsidP="00842F5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34F27" w:rsidRDefault="00334F27" w:rsidP="000F176F">
      <w:pPr>
        <w:pStyle w:val="ConsPlusTitle"/>
        <w:ind w:right="3685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 создании и утверждении состава </w:t>
      </w:r>
      <w:r w:rsidRPr="000F176F">
        <w:rPr>
          <w:rFonts w:ascii="Times New Roman" w:hAnsi="Times New Roman" w:cs="Times New Roman"/>
          <w:b w:val="0"/>
          <w:sz w:val="24"/>
          <w:szCs w:val="24"/>
        </w:rPr>
        <w:t>муниципальной комиссии по обследованию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F176F">
        <w:rPr>
          <w:rFonts w:ascii="Times New Roman" w:hAnsi="Times New Roman" w:cs="Times New Roman"/>
          <w:b w:val="0"/>
          <w:sz w:val="24"/>
          <w:szCs w:val="24"/>
        </w:rPr>
        <w:t>жилых помещений, входящих в состав муниципального жилищного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F176F">
        <w:rPr>
          <w:rFonts w:ascii="Times New Roman" w:hAnsi="Times New Roman" w:cs="Times New Roman"/>
          <w:b w:val="0"/>
          <w:sz w:val="24"/>
          <w:szCs w:val="24"/>
        </w:rPr>
        <w:t>фонда, частного жилищного фонда, занимаемых инвалидами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F176F">
        <w:rPr>
          <w:rFonts w:ascii="Times New Roman" w:hAnsi="Times New Roman" w:cs="Times New Roman"/>
          <w:b w:val="0"/>
          <w:sz w:val="24"/>
          <w:szCs w:val="24"/>
        </w:rPr>
        <w:t xml:space="preserve">и семьями, имеющими детей-инвалидов, </w:t>
      </w:r>
    </w:p>
    <w:p w:rsidR="00334F27" w:rsidRPr="000F176F" w:rsidRDefault="00334F27" w:rsidP="000F176F">
      <w:pPr>
        <w:pStyle w:val="ConsPlusTitle"/>
        <w:ind w:right="3685"/>
        <w:rPr>
          <w:rFonts w:ascii="Times New Roman" w:hAnsi="Times New Roman" w:cs="Times New Roman"/>
          <w:b w:val="0"/>
          <w:sz w:val="24"/>
          <w:szCs w:val="24"/>
        </w:rPr>
      </w:pPr>
      <w:r w:rsidRPr="000F176F">
        <w:rPr>
          <w:rFonts w:ascii="Times New Roman" w:hAnsi="Times New Roman" w:cs="Times New Roman"/>
          <w:b w:val="0"/>
          <w:sz w:val="24"/>
          <w:szCs w:val="24"/>
        </w:rPr>
        <w:t>и используемых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F176F">
        <w:rPr>
          <w:rFonts w:ascii="Times New Roman" w:hAnsi="Times New Roman" w:cs="Times New Roman"/>
          <w:b w:val="0"/>
          <w:sz w:val="24"/>
          <w:szCs w:val="24"/>
        </w:rPr>
        <w:t>для их постоянного проживания</w:t>
      </w:r>
    </w:p>
    <w:p w:rsidR="00334F27" w:rsidRDefault="00334F27" w:rsidP="0084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4F27" w:rsidRPr="00842F52" w:rsidRDefault="00334F27" w:rsidP="0084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4F27" w:rsidRDefault="00334F27" w:rsidP="002A5C56">
      <w:pPr>
        <w:ind w:firstLine="567"/>
        <w:jc w:val="both"/>
      </w:pPr>
      <w:r w:rsidRPr="00842F52">
        <w:t xml:space="preserve">На основании </w:t>
      </w:r>
      <w:r w:rsidRPr="00495CAF">
        <w:t>постановления</w:t>
      </w:r>
      <w:r w:rsidRPr="00842F52">
        <w:t xml:space="preserve"> Правительства Российской Федер</w:t>
      </w:r>
      <w:r>
        <w:t>ации от 9 июля 2016 года № 649 «</w:t>
      </w:r>
      <w:r w:rsidRPr="00842F52">
        <w:t>О мерах по приспособлению жилых помещений и общего имущества в многоквартирном доме с учетом потребностей инвалидов</w:t>
      </w:r>
      <w:r>
        <w:t xml:space="preserve">», </w:t>
      </w:r>
      <w:r w:rsidRPr="00842F52">
        <w:t xml:space="preserve"> </w:t>
      </w:r>
    </w:p>
    <w:p w:rsidR="00334F27" w:rsidRDefault="00334F27" w:rsidP="00842F52">
      <w:pPr>
        <w:ind w:firstLine="284"/>
        <w:jc w:val="both"/>
      </w:pPr>
    </w:p>
    <w:p w:rsidR="00334F27" w:rsidRDefault="00334F27" w:rsidP="000F176F">
      <w:pPr>
        <w:ind w:firstLine="567"/>
        <w:jc w:val="both"/>
      </w:pPr>
      <w:r w:rsidRPr="00842F52">
        <w:t>ПОСТАНОВЛЯЮ:</w:t>
      </w:r>
    </w:p>
    <w:p w:rsidR="00334F27" w:rsidRPr="00842F52" w:rsidRDefault="00334F27" w:rsidP="00842F52">
      <w:pPr>
        <w:ind w:firstLine="284"/>
        <w:jc w:val="both"/>
      </w:pPr>
    </w:p>
    <w:p w:rsidR="00334F27" w:rsidRPr="002A5C56" w:rsidRDefault="00334F27" w:rsidP="002A5C56">
      <w:pPr>
        <w:pStyle w:val="ConsPlusTitle"/>
        <w:tabs>
          <w:tab w:val="left" w:pos="851"/>
        </w:tabs>
        <w:ind w:right="-1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A5C56">
        <w:rPr>
          <w:rFonts w:ascii="Times New Roman" w:hAnsi="Times New Roman" w:cs="Times New Roman"/>
          <w:b w:val="0"/>
          <w:sz w:val="24"/>
          <w:szCs w:val="24"/>
        </w:rPr>
        <w:t>1. Создать муниципальную комиссию по обследованию жилых помещений, входящих в состав муниципального жилищного фонда, частного жилищного фонда, занимаемых инвалидами и семьями, имеющими детей-инвалидов, и используемых для их постоянного</w:t>
      </w:r>
      <w:r w:rsidRPr="000F176F">
        <w:rPr>
          <w:rFonts w:ascii="Times New Roman" w:hAnsi="Times New Roman" w:cs="Times New Roman"/>
          <w:b w:val="0"/>
          <w:sz w:val="24"/>
          <w:szCs w:val="24"/>
        </w:rPr>
        <w:t xml:space="preserve"> проживания</w:t>
      </w:r>
      <w:r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334F27" w:rsidRPr="00842F52" w:rsidRDefault="00334F27" w:rsidP="00842F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2F52">
        <w:rPr>
          <w:rFonts w:ascii="Times New Roman" w:hAnsi="Times New Roman" w:cs="Times New Roman"/>
          <w:sz w:val="24"/>
          <w:szCs w:val="24"/>
        </w:rPr>
        <w:t xml:space="preserve">2. Утвердить </w:t>
      </w:r>
      <w:hyperlink w:anchor="P109" w:history="1">
        <w:r w:rsidRPr="00495CAF">
          <w:rPr>
            <w:rFonts w:ascii="Times New Roman" w:hAnsi="Times New Roman" w:cs="Times New Roman"/>
            <w:sz w:val="24"/>
            <w:szCs w:val="24"/>
          </w:rPr>
          <w:t>состав</w:t>
        </w:r>
      </w:hyperlink>
      <w:r w:rsidRPr="00842F52">
        <w:rPr>
          <w:rFonts w:ascii="Times New Roman" w:hAnsi="Times New Roman" w:cs="Times New Roman"/>
          <w:sz w:val="24"/>
          <w:szCs w:val="24"/>
        </w:rPr>
        <w:t xml:space="preserve"> муниципальной комиссии по обследованию жилых помещений</w:t>
      </w:r>
      <w:r>
        <w:rPr>
          <w:rFonts w:ascii="Times New Roman" w:hAnsi="Times New Roman" w:cs="Times New Roman"/>
          <w:sz w:val="24"/>
          <w:szCs w:val="24"/>
        </w:rPr>
        <w:t xml:space="preserve"> инвалидов</w:t>
      </w:r>
      <w:r w:rsidRPr="00842F52">
        <w:rPr>
          <w:rFonts w:ascii="Times New Roman" w:hAnsi="Times New Roman" w:cs="Times New Roman"/>
          <w:sz w:val="24"/>
          <w:szCs w:val="24"/>
        </w:rPr>
        <w:t xml:space="preserve">, в целях их приспособления с учетом потребностей инвалидов и обеспечения условий их доступности для инвалидов согласно </w:t>
      </w:r>
      <w:r>
        <w:rPr>
          <w:rFonts w:ascii="Times New Roman" w:hAnsi="Times New Roman" w:cs="Times New Roman"/>
          <w:sz w:val="24"/>
          <w:szCs w:val="24"/>
        </w:rPr>
        <w:t>приложению №</w:t>
      </w:r>
      <w:r w:rsidRPr="00842F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42F52">
        <w:rPr>
          <w:rFonts w:ascii="Times New Roman" w:hAnsi="Times New Roman" w:cs="Times New Roman"/>
          <w:sz w:val="24"/>
          <w:szCs w:val="24"/>
        </w:rPr>
        <w:t xml:space="preserve"> к настоящему постановлению.</w:t>
      </w:r>
    </w:p>
    <w:p w:rsidR="00334F27" w:rsidRDefault="00334F27" w:rsidP="002A5C56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842F52">
        <w:rPr>
          <w:rFonts w:ascii="Times New Roman" w:hAnsi="Times New Roman" w:cs="Times New Roman"/>
          <w:sz w:val="24"/>
          <w:szCs w:val="24"/>
        </w:rPr>
        <w:t xml:space="preserve">Настоящее постановление </w:t>
      </w:r>
      <w:r>
        <w:rPr>
          <w:rFonts w:ascii="Times New Roman" w:hAnsi="Times New Roman" w:cs="Times New Roman"/>
          <w:sz w:val="24"/>
          <w:szCs w:val="24"/>
        </w:rPr>
        <w:t>подлежит обязательному опубликованию (обнародованию).</w:t>
      </w:r>
    </w:p>
    <w:p w:rsidR="00334F27" w:rsidRPr="00842F52" w:rsidRDefault="00334F27" w:rsidP="00842F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2F52">
        <w:rPr>
          <w:rFonts w:ascii="Times New Roman" w:hAnsi="Times New Roman" w:cs="Times New Roman"/>
          <w:sz w:val="24"/>
          <w:szCs w:val="24"/>
        </w:rPr>
        <w:t>4. Контроль за исполнением нас</w:t>
      </w:r>
      <w:r>
        <w:rPr>
          <w:rFonts w:ascii="Times New Roman" w:hAnsi="Times New Roman" w:cs="Times New Roman"/>
          <w:sz w:val="24"/>
          <w:szCs w:val="24"/>
        </w:rPr>
        <w:t>тоящего постановления оставляю за собой.</w:t>
      </w:r>
    </w:p>
    <w:p w:rsidR="00334F27" w:rsidRPr="00842F52" w:rsidRDefault="00334F27" w:rsidP="0084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4F27" w:rsidRPr="00842F52" w:rsidRDefault="00334F27" w:rsidP="00842F52">
      <w:pPr>
        <w:jc w:val="both"/>
      </w:pPr>
    </w:p>
    <w:p w:rsidR="00334F27" w:rsidRPr="00842F52" w:rsidRDefault="00334F27" w:rsidP="00842F52">
      <w:pPr>
        <w:jc w:val="both"/>
      </w:pPr>
      <w:r w:rsidRPr="00842F52">
        <w:t xml:space="preserve">Глава </w:t>
      </w:r>
      <w:r>
        <w:t>Новоильиновского</w:t>
      </w:r>
    </w:p>
    <w:p w:rsidR="00334F27" w:rsidRPr="00842F52" w:rsidRDefault="00334F27" w:rsidP="00842F52">
      <w:pPr>
        <w:jc w:val="both"/>
      </w:pPr>
      <w:r w:rsidRPr="00842F52">
        <w:t>сельского поселения</w:t>
      </w:r>
      <w:r w:rsidRPr="00842F52">
        <w:tab/>
      </w:r>
      <w:r w:rsidRPr="00842F52">
        <w:tab/>
      </w:r>
      <w:r w:rsidRPr="00842F52">
        <w:tab/>
      </w:r>
      <w:r w:rsidRPr="00842F52">
        <w:tab/>
        <w:t xml:space="preserve">                              </w:t>
      </w:r>
      <w:r>
        <w:t xml:space="preserve">                            В.В. Тарасов</w:t>
      </w:r>
    </w:p>
    <w:p w:rsidR="00334F27" w:rsidRPr="00842F52" w:rsidRDefault="00334F27" w:rsidP="0084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4F27" w:rsidRPr="00842F52" w:rsidRDefault="00334F27" w:rsidP="0084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4F27" w:rsidRPr="00842F52" w:rsidRDefault="00334F27" w:rsidP="0084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4F27" w:rsidRPr="00842F52" w:rsidRDefault="00334F27" w:rsidP="0084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4F27" w:rsidRPr="00842F52" w:rsidRDefault="00334F27" w:rsidP="0084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4F27" w:rsidRDefault="00334F27" w:rsidP="0084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4F27" w:rsidRDefault="00334F27" w:rsidP="0084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4F27" w:rsidRDefault="00334F27" w:rsidP="0084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4F27" w:rsidRDefault="00334F27" w:rsidP="0084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4F27" w:rsidRDefault="00334F27" w:rsidP="0084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4F27" w:rsidRDefault="00334F27" w:rsidP="0084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4F27" w:rsidRPr="00842F52" w:rsidRDefault="00334F27" w:rsidP="0084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4F27" w:rsidRDefault="00334F27" w:rsidP="00495CA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34F27" w:rsidRPr="00842F52" w:rsidRDefault="00334F27" w:rsidP="00495CA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Pr="00842F52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334F27" w:rsidRPr="00842F52" w:rsidRDefault="00334F27" w:rsidP="00495CA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42F52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334F27" w:rsidRPr="00842F52" w:rsidRDefault="00334F27" w:rsidP="00495CA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Новоильиновского сельского поселения</w:t>
      </w:r>
    </w:p>
    <w:p w:rsidR="00334F27" w:rsidRPr="00842F52" w:rsidRDefault="00334F27" w:rsidP="00495CA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42F52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12.02.2018 года №9</w:t>
      </w:r>
    </w:p>
    <w:p w:rsidR="00334F27" w:rsidRPr="00842F52" w:rsidRDefault="00334F27" w:rsidP="00495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4F27" w:rsidRPr="00842F52" w:rsidRDefault="00334F27" w:rsidP="00495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0" w:name="P33"/>
      <w:bookmarkEnd w:id="0"/>
    </w:p>
    <w:p w:rsidR="00334F27" w:rsidRPr="00842F52" w:rsidRDefault="00334F27" w:rsidP="00495CA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09"/>
      <w:bookmarkEnd w:id="1"/>
      <w:r w:rsidRPr="00842F52">
        <w:rPr>
          <w:rFonts w:ascii="Times New Roman" w:hAnsi="Times New Roman" w:cs="Times New Roman"/>
          <w:sz w:val="24"/>
          <w:szCs w:val="24"/>
        </w:rPr>
        <w:t>СОСТАВ</w:t>
      </w:r>
    </w:p>
    <w:p w:rsidR="00334F27" w:rsidRPr="00842F52" w:rsidRDefault="00334F27" w:rsidP="00495CA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42F52">
        <w:rPr>
          <w:rFonts w:ascii="Times New Roman" w:hAnsi="Times New Roman" w:cs="Times New Roman"/>
          <w:sz w:val="24"/>
          <w:szCs w:val="24"/>
        </w:rPr>
        <w:t>муниципальной комиссии по обследованию жилых помещений</w:t>
      </w:r>
    </w:p>
    <w:p w:rsidR="00334F27" w:rsidRPr="00842F52" w:rsidRDefault="00334F27" w:rsidP="00495CA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42F52">
        <w:rPr>
          <w:rFonts w:ascii="Times New Roman" w:hAnsi="Times New Roman" w:cs="Times New Roman"/>
          <w:sz w:val="24"/>
          <w:szCs w:val="24"/>
        </w:rPr>
        <w:t>инвалидов в целях их приспособления</w:t>
      </w:r>
    </w:p>
    <w:p w:rsidR="00334F27" w:rsidRPr="00842F52" w:rsidRDefault="00334F27" w:rsidP="00495CA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42F52">
        <w:rPr>
          <w:rFonts w:ascii="Times New Roman" w:hAnsi="Times New Roman" w:cs="Times New Roman"/>
          <w:sz w:val="24"/>
          <w:szCs w:val="24"/>
        </w:rPr>
        <w:t>с учетом потребностей инвалидов и обеспечения условий</w:t>
      </w:r>
    </w:p>
    <w:p w:rsidR="00334F27" w:rsidRPr="00842F52" w:rsidRDefault="00334F27" w:rsidP="00495CA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42F52">
        <w:rPr>
          <w:rFonts w:ascii="Times New Roman" w:hAnsi="Times New Roman" w:cs="Times New Roman"/>
          <w:sz w:val="24"/>
          <w:szCs w:val="24"/>
        </w:rPr>
        <w:t>их доступности для инвалидов</w:t>
      </w:r>
    </w:p>
    <w:p w:rsidR="00334F27" w:rsidRPr="00842F52" w:rsidRDefault="00334F27" w:rsidP="00495C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51"/>
        <w:gridCol w:w="360"/>
        <w:gridCol w:w="6649"/>
      </w:tblGrid>
      <w:tr w:rsidR="00334F27" w:rsidRPr="002A5C56" w:rsidTr="00170082">
        <w:tc>
          <w:tcPr>
            <w:tcW w:w="9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F27" w:rsidRPr="002A5C56" w:rsidRDefault="00334F27" w:rsidP="00CB516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C56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</w:t>
            </w:r>
          </w:p>
        </w:tc>
      </w:tr>
      <w:tr w:rsidR="00334F27" w:rsidRPr="00842F52" w:rsidTr="0017008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F27" w:rsidRPr="00842F52" w:rsidRDefault="00334F27" w:rsidP="00CB51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Тарасов  Владимир Владимирович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F27" w:rsidRPr="00842F52" w:rsidRDefault="00334F27" w:rsidP="00CB51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F27" w:rsidRPr="00842F52" w:rsidRDefault="00334F27" w:rsidP="00CB51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Новоильиновского Администрации сельского поселения</w:t>
            </w:r>
          </w:p>
        </w:tc>
      </w:tr>
      <w:tr w:rsidR="00334F27" w:rsidRPr="002A5C56" w:rsidTr="00170082">
        <w:tc>
          <w:tcPr>
            <w:tcW w:w="9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F27" w:rsidRPr="002A5C56" w:rsidRDefault="00334F27" w:rsidP="00CB516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C56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председателя</w:t>
            </w:r>
          </w:p>
        </w:tc>
      </w:tr>
      <w:tr w:rsidR="00334F27" w:rsidRPr="00842F52" w:rsidTr="0017008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F27" w:rsidRPr="00842F52" w:rsidRDefault="00334F27" w:rsidP="00CB51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Нурматова Елена Николаевна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F27" w:rsidRPr="00842F52" w:rsidRDefault="00334F27" w:rsidP="00CB51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F27" w:rsidRPr="00842F52" w:rsidRDefault="00334F27" w:rsidP="00CB51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Управляющий делами Администрации Новоильиновского сельского поселения</w:t>
            </w:r>
          </w:p>
        </w:tc>
      </w:tr>
      <w:tr w:rsidR="00334F27" w:rsidRPr="00180951" w:rsidTr="00170082">
        <w:tc>
          <w:tcPr>
            <w:tcW w:w="9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F27" w:rsidRPr="00180951" w:rsidRDefault="00334F27" w:rsidP="00CB516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951"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Секретарь</w:t>
            </w:r>
          </w:p>
        </w:tc>
      </w:tr>
      <w:tr w:rsidR="00334F27" w:rsidRPr="00842F52" w:rsidTr="0017008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F27" w:rsidRPr="00842F52" w:rsidRDefault="00334F27" w:rsidP="00CB51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 Юрий Николаевич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F27" w:rsidRPr="00842F52" w:rsidRDefault="00334F27" w:rsidP="00CB51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F27" w:rsidRPr="00FD0A35" w:rsidRDefault="00334F27" w:rsidP="00CB51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0A35"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</w:t>
            </w:r>
          </w:p>
        </w:tc>
      </w:tr>
      <w:tr w:rsidR="00334F27" w:rsidRPr="00180951" w:rsidTr="00170082">
        <w:tc>
          <w:tcPr>
            <w:tcW w:w="9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F27" w:rsidRPr="00180951" w:rsidRDefault="00334F27" w:rsidP="00CB516F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951">
              <w:rPr>
                <w:rFonts w:ascii="Times New Roman" w:hAnsi="Times New Roman" w:cs="Times New Roman"/>
                <w:b/>
                <w:sz w:val="24"/>
                <w:szCs w:val="24"/>
              </w:rPr>
              <w:t>Члены комиссии</w:t>
            </w:r>
          </w:p>
        </w:tc>
      </w:tr>
      <w:tr w:rsidR="00334F27" w:rsidRPr="00842F52" w:rsidTr="0017008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F27" w:rsidRPr="00842F52" w:rsidRDefault="00334F27" w:rsidP="00CB51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Пластун Александр Николаевич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F27" w:rsidRPr="00842F52" w:rsidRDefault="00334F27" w:rsidP="00CB51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F27" w:rsidRPr="00842F52" w:rsidRDefault="00334F27" w:rsidP="00CB51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комитета</w:t>
            </w:r>
            <w:r w:rsidRPr="00842F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имущественных отношений а</w:t>
            </w:r>
            <w:r w:rsidRPr="00842F52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Полтавского</w:t>
            </w:r>
            <w:r w:rsidRPr="00842F5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334F27" w:rsidRPr="00842F52" w:rsidTr="0017008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F27" w:rsidRPr="00842F52" w:rsidRDefault="00334F27" w:rsidP="00CB51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Саториус Вадим Валерьевич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F27" w:rsidRPr="00842F52" w:rsidRDefault="00334F27" w:rsidP="00CB51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F27" w:rsidRPr="00842F52" w:rsidRDefault="00334F27" w:rsidP="00CB51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начальника управления архитектуры, капитального </w:t>
            </w:r>
            <w:r w:rsidRPr="00842F52">
              <w:rPr>
                <w:rFonts w:ascii="Times New Roman" w:hAnsi="Times New Roman" w:cs="Times New Roman"/>
                <w:sz w:val="24"/>
                <w:szCs w:val="24"/>
              </w:rPr>
              <w:t>строительства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жизнеобеспечения а</w:t>
            </w:r>
            <w:r w:rsidRPr="00842F52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Полтавского </w:t>
            </w:r>
            <w:r w:rsidRPr="00842F52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334F27" w:rsidRPr="00842F52" w:rsidTr="0017008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F27" w:rsidRPr="00842F52" w:rsidRDefault="00334F27" w:rsidP="00CB51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Добчинская Любовь Сергеевна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F27" w:rsidRPr="00842F52" w:rsidRDefault="00334F27" w:rsidP="00CB51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F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F27" w:rsidRPr="00842F52" w:rsidRDefault="00334F27" w:rsidP="00CB51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Полтавской местной организации, Омской областной организации, Общероссийской общественной организации «Всероссийское общество инвалидов» </w:t>
            </w:r>
            <w:r w:rsidRPr="00842F52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334F27" w:rsidRPr="00842F52" w:rsidTr="00170082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F27" w:rsidRPr="00AE581A" w:rsidRDefault="00334F27" w:rsidP="00CB51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581A">
              <w:rPr>
                <w:rFonts w:ascii="Times New Roman" w:hAnsi="Times New Roman" w:cs="Times New Roman"/>
                <w:sz w:val="24"/>
                <w:szCs w:val="24"/>
              </w:rPr>
              <w:t xml:space="preserve">Павлова </w:t>
            </w:r>
            <w:r w:rsidRPr="00AE581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Людмила Людвиговна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F27" w:rsidRPr="00842F52" w:rsidRDefault="00334F27" w:rsidP="00CB51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F27" w:rsidRDefault="00334F27" w:rsidP="00CB51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Управления Министерства труда и социального развития Омской области по Полтавскому району (по согласованию)</w:t>
            </w:r>
          </w:p>
        </w:tc>
      </w:tr>
    </w:tbl>
    <w:p w:rsidR="00334F27" w:rsidRPr="00842F52" w:rsidRDefault="00334F27" w:rsidP="0084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334F27" w:rsidRPr="00842F52" w:rsidSect="00A24D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F27" w:rsidRDefault="00334F27" w:rsidP="000F176F">
      <w:r>
        <w:separator/>
      </w:r>
    </w:p>
  </w:endnote>
  <w:endnote w:type="continuationSeparator" w:id="0">
    <w:p w:rsidR="00334F27" w:rsidRDefault="00334F27" w:rsidP="000F17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F27" w:rsidRDefault="00334F27" w:rsidP="000F176F">
      <w:r>
        <w:separator/>
      </w:r>
    </w:p>
  </w:footnote>
  <w:footnote w:type="continuationSeparator" w:id="0">
    <w:p w:rsidR="00334F27" w:rsidRDefault="00334F27" w:rsidP="000F17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C2E7A"/>
    <w:multiLevelType w:val="multilevel"/>
    <w:tmpl w:val="61A42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C23045D"/>
    <w:multiLevelType w:val="multilevel"/>
    <w:tmpl w:val="5712D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2"/>
    <w:rsid w:val="000F176F"/>
    <w:rsid w:val="00170082"/>
    <w:rsid w:val="00180951"/>
    <w:rsid w:val="001B5A08"/>
    <w:rsid w:val="002A5C56"/>
    <w:rsid w:val="002F7B2E"/>
    <w:rsid w:val="00334F27"/>
    <w:rsid w:val="00340F76"/>
    <w:rsid w:val="00495087"/>
    <w:rsid w:val="00495CAF"/>
    <w:rsid w:val="00557975"/>
    <w:rsid w:val="00561951"/>
    <w:rsid w:val="0063536C"/>
    <w:rsid w:val="00676566"/>
    <w:rsid w:val="006C68AA"/>
    <w:rsid w:val="007B03EC"/>
    <w:rsid w:val="008077CE"/>
    <w:rsid w:val="00842F52"/>
    <w:rsid w:val="009E1B02"/>
    <w:rsid w:val="00A24D42"/>
    <w:rsid w:val="00A77636"/>
    <w:rsid w:val="00AE581A"/>
    <w:rsid w:val="00C35910"/>
    <w:rsid w:val="00CB516F"/>
    <w:rsid w:val="00FD0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F5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42F52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842F52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842F5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0F176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F176F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0F176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F176F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495CA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80</TotalTime>
  <Pages>2</Pages>
  <Words>415</Words>
  <Characters>2369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Loner-XP</cp:lastModifiedBy>
  <cp:revision>8</cp:revision>
  <cp:lastPrinted>2018-02-12T06:44:00Z</cp:lastPrinted>
  <dcterms:created xsi:type="dcterms:W3CDTF">2018-01-31T10:02:00Z</dcterms:created>
  <dcterms:modified xsi:type="dcterms:W3CDTF">2018-02-12T06:45:00Z</dcterms:modified>
</cp:coreProperties>
</file>